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55B3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1649D01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6CB943F6" w14:textId="3A0FD2CC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2222">
        <w:rPr>
          <w:rFonts w:ascii="Corbel" w:hAnsi="Corbel"/>
          <w:i/>
          <w:smallCaps/>
          <w:sz w:val="24"/>
          <w:szCs w:val="24"/>
        </w:rPr>
        <w:t>2019-2022</w:t>
      </w:r>
    </w:p>
    <w:p w14:paraId="0176B3C2" w14:textId="5E45FF38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7A222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7A2222">
        <w:rPr>
          <w:rFonts w:ascii="Corbel" w:hAnsi="Corbel"/>
          <w:sz w:val="20"/>
          <w:szCs w:val="20"/>
        </w:rPr>
        <w:t>2</w:t>
      </w:r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0B819C8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0B819C8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/C-1.9b</w:t>
            </w:r>
          </w:p>
        </w:tc>
      </w:tr>
      <w:tr w:rsidR="0085747A" w:rsidRPr="00A7093A" w14:paraId="60D4203E" w14:textId="77777777" w:rsidTr="00B819C8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0B819C8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0B819C8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0B819C8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0B819C8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A7093A" w14:paraId="7FE358F0" w14:textId="77777777" w:rsidTr="00B819C8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A7093A" w14:paraId="4CC9CE46" w14:textId="77777777" w:rsidTr="00B819C8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0B819C8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0B819C8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0B819C8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A7093A" w14:paraId="26B347D9" w14:textId="77777777" w:rsidTr="00B819C8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7093A">
        <w:rPr>
          <w:rFonts w:ascii="Corbel" w:hAnsi="Corbel"/>
          <w:sz w:val="24"/>
          <w:szCs w:val="24"/>
        </w:rPr>
        <w:t>ECTS</w:t>
      </w:r>
      <w:proofErr w:type="spellEnd"/>
      <w:r w:rsidRPr="00A7093A">
        <w:rPr>
          <w:rFonts w:ascii="Corbel" w:hAnsi="Corbel"/>
          <w:sz w:val="24"/>
          <w:szCs w:val="24"/>
        </w:rPr>
        <w:t xml:space="preserve">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A7093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7093A" w14:paraId="4AA0A1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6F946CEE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2C23EB63" w:rsidR="00015B8F" w:rsidRPr="00A7093A" w:rsidRDefault="00302504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7777777" w:rsidR="00015B8F" w:rsidRPr="00A7093A" w:rsidRDefault="00F40578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289B6A3A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>UCZENIA 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2E24D98E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="00C11D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0FAC0EA6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Pr="00A70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002E621E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002E621E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48CCF40A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–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002E621E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002E621E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0A59C272" w:rsidR="002E621E" w:rsidRPr="00A7093A" w:rsidRDefault="002E621E" w:rsidP="00C11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0571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A7093A" w14:paraId="68945915" w14:textId="77777777" w:rsidTr="002E621E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6C76D751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</w:t>
            </w:r>
            <w:r w:rsidR="00B0571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A7093A" w14:paraId="259D9E1B" w14:textId="77777777" w:rsidTr="002E621E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3A066213" w14:textId="04622DAA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2</w:t>
            </w:r>
          </w:p>
          <w:p w14:paraId="21ED3F2E" w14:textId="2004F396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A7093A" w14:paraId="16244656" w14:textId="77777777" w:rsidTr="002E621E">
        <w:tc>
          <w:tcPr>
            <w:tcW w:w="9520" w:type="dxa"/>
            <w:vAlign w:val="center"/>
          </w:tcPr>
          <w:p w14:paraId="325230BB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77777777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="00F40578" w:rsidRPr="00A7093A" w14:paraId="664E6580" w14:textId="77777777" w:rsidTr="002E621E">
        <w:tc>
          <w:tcPr>
            <w:tcW w:w="9520" w:type="dxa"/>
            <w:vAlign w:val="center"/>
          </w:tcPr>
          <w:p w14:paraId="4CE0C766" w14:textId="77777777" w:rsidR="00F40578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1B9BCC36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B94CA1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2504" w:rsidRPr="00A7093A" w14:paraId="7E335549" w14:textId="77777777" w:rsidTr="002E621E">
        <w:tc>
          <w:tcPr>
            <w:tcW w:w="1588" w:type="dxa"/>
          </w:tcPr>
          <w:p w14:paraId="7299B1B7" w14:textId="77777777" w:rsidR="00302504" w:rsidRPr="00A7093A" w:rsidRDefault="00302504" w:rsidP="0030250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bookmarkStart w:id="0" w:name="_GoBack" w:colFirst="2" w:colLast="2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302504" w:rsidRPr="00A7093A" w:rsidRDefault="00302504" w:rsidP="0030250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408E2B1E" w:rsidR="00302504" w:rsidRPr="00302504" w:rsidRDefault="00302504" w:rsidP="0030250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50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02504" w:rsidRPr="00A7093A" w14:paraId="01E14FD7" w14:textId="77777777" w:rsidTr="002E621E">
        <w:tc>
          <w:tcPr>
            <w:tcW w:w="1588" w:type="dxa"/>
          </w:tcPr>
          <w:p w14:paraId="125BD552" w14:textId="77777777" w:rsidR="00302504" w:rsidRPr="00A7093A" w:rsidRDefault="00302504" w:rsidP="0030250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302504" w:rsidRPr="00A7093A" w:rsidRDefault="00302504" w:rsidP="0030250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3B4FBD14" w:rsidR="00302504" w:rsidRPr="00302504" w:rsidRDefault="00302504" w:rsidP="0030250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50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02504" w:rsidRPr="00A7093A" w14:paraId="40281D58" w14:textId="77777777" w:rsidTr="002E621E">
        <w:tc>
          <w:tcPr>
            <w:tcW w:w="1588" w:type="dxa"/>
          </w:tcPr>
          <w:p w14:paraId="3BC0A7A6" w14:textId="77777777" w:rsidR="00302504" w:rsidRPr="00A7093A" w:rsidRDefault="00302504" w:rsidP="0030250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302504" w:rsidRPr="00A7093A" w:rsidRDefault="00302504" w:rsidP="0030250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3B6CABA8" w:rsidR="00302504" w:rsidRPr="00302504" w:rsidRDefault="00302504" w:rsidP="0030250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50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02504" w:rsidRPr="00A7093A" w14:paraId="263822AE" w14:textId="77777777" w:rsidTr="002E621E">
        <w:tc>
          <w:tcPr>
            <w:tcW w:w="1588" w:type="dxa"/>
          </w:tcPr>
          <w:p w14:paraId="5DFA816C" w14:textId="77777777" w:rsidR="00302504" w:rsidRPr="00A7093A" w:rsidRDefault="00302504" w:rsidP="0030250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302504" w:rsidRPr="00A7093A" w:rsidRDefault="00302504" w:rsidP="0030250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1303BE3E" w:rsidR="00302504" w:rsidRPr="00302504" w:rsidRDefault="00302504" w:rsidP="0030250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50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02504" w:rsidRPr="00A7093A" w14:paraId="71B83A98" w14:textId="77777777" w:rsidTr="002E621E">
        <w:tc>
          <w:tcPr>
            <w:tcW w:w="1588" w:type="dxa"/>
          </w:tcPr>
          <w:p w14:paraId="529724F5" w14:textId="77777777" w:rsidR="00302504" w:rsidRPr="00A7093A" w:rsidRDefault="00302504" w:rsidP="0030250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302504" w:rsidRPr="00A7093A" w:rsidRDefault="00302504" w:rsidP="0030250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27731701" w:rsidR="00302504" w:rsidRPr="00302504" w:rsidRDefault="00302504" w:rsidP="0030250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50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7093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7093A">
        <w:rPr>
          <w:rFonts w:ascii="Corbel" w:hAnsi="Corbel"/>
          <w:b/>
          <w:sz w:val="24"/>
          <w:szCs w:val="24"/>
        </w:rPr>
        <w:t xml:space="preserve">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02E621E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02E621E">
        <w:tc>
          <w:tcPr>
            <w:tcW w:w="4901" w:type="dxa"/>
          </w:tcPr>
          <w:p w14:paraId="52269AE1" w14:textId="25C0061D" w:rsidR="0085747A" w:rsidRPr="00A7093A" w:rsidRDefault="00C61DC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7093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7093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A7093A" w14:paraId="531E5FF1" w14:textId="77777777" w:rsidTr="002E621E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02E621E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7351BF1B" w:rsidR="00C61DC5" w:rsidRPr="00A7093A" w:rsidRDefault="006B71A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A7093A" w14:paraId="4C8B4D7D" w14:textId="77777777" w:rsidTr="002E621E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7093A" w14:paraId="5D45466C" w14:textId="77777777" w:rsidTr="002E621E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A7093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0A61995D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7093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7093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E79995" w14:textId="00BAEC6C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Księga handlowa,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2CFB9CE8" w14:textId="3F092298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Kadry i Płace,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4BBF3777" w14:textId="399FAD8C" w:rsidR="004D5AB3" w:rsidRPr="00A7093A" w:rsidRDefault="002E621E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FB585" w14:textId="77777777" w:rsidR="006E2BDC" w:rsidRDefault="006E2BDC" w:rsidP="00C16ABF">
      <w:pPr>
        <w:spacing w:after="0" w:line="240" w:lineRule="auto"/>
      </w:pPr>
      <w:r>
        <w:separator/>
      </w:r>
    </w:p>
  </w:endnote>
  <w:endnote w:type="continuationSeparator" w:id="0">
    <w:p w14:paraId="2418F157" w14:textId="77777777" w:rsidR="006E2BDC" w:rsidRDefault="006E2B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F4FCB" w14:textId="77777777" w:rsidR="006E2BDC" w:rsidRDefault="006E2BDC" w:rsidP="00C16ABF">
      <w:pPr>
        <w:spacing w:after="0" w:line="240" w:lineRule="auto"/>
      </w:pPr>
      <w:r>
        <w:separator/>
      </w:r>
    </w:p>
  </w:footnote>
  <w:footnote w:type="continuationSeparator" w:id="0">
    <w:p w14:paraId="415304D0" w14:textId="77777777" w:rsidR="006E2BDC" w:rsidRDefault="006E2BDC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2504"/>
    <w:rsid w:val="00305C92"/>
    <w:rsid w:val="003151C5"/>
    <w:rsid w:val="003266D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96477"/>
    <w:rsid w:val="006B71A5"/>
    <w:rsid w:val="006D050F"/>
    <w:rsid w:val="006D6139"/>
    <w:rsid w:val="006E2BDC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8168C"/>
    <w:rsid w:val="00790E27"/>
    <w:rsid w:val="007A2222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4CA1"/>
    <w:rsid w:val="00BB520A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565E7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1A769885"/>
    <w:rsid w:val="1B154079"/>
    <w:rsid w:val="1ED83288"/>
    <w:rsid w:val="2440FCC6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E57090-9679-4A8A-94BA-8C4305A51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0DAE0E-DCA8-49CE-B2A5-E89C44C6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887</Words>
  <Characters>5325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2017-02-15T12:41:00Z</cp:lastPrinted>
  <dcterms:created xsi:type="dcterms:W3CDTF">2020-10-23T09:40:00Z</dcterms:created>
  <dcterms:modified xsi:type="dcterms:W3CDTF">2021-11-02T08:11:00Z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